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8E0A39" w:rsidRPr="008E0A39" w:rsidTr="00C811EC">
        <w:trPr>
          <w:jc w:val="center"/>
        </w:trPr>
        <w:tc>
          <w:tcPr>
            <w:tcW w:w="9853" w:type="dxa"/>
          </w:tcPr>
          <w:p w:rsidR="00C811EC" w:rsidRDefault="0013099C" w:rsidP="00B10074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АДМИНИСТРАЦИЯ</w:t>
            </w:r>
            <w:r w:rsidR="008E0A39" w:rsidRPr="002E3E28">
              <w:rPr>
                <w:b/>
                <w:szCs w:val="28"/>
              </w:rPr>
              <w:t xml:space="preserve"> </w:t>
            </w:r>
            <w:r w:rsidR="00C811EC">
              <w:rPr>
                <w:b/>
                <w:szCs w:val="28"/>
              </w:rPr>
              <w:t xml:space="preserve">КАЙЛИНСКОГО СЕЛЬСОВЕТА </w:t>
            </w:r>
          </w:p>
          <w:p w:rsidR="008E0A39" w:rsidRPr="008E0A39" w:rsidRDefault="008E0A39" w:rsidP="00C811EC">
            <w:pPr>
              <w:ind w:firstLine="0"/>
              <w:jc w:val="center"/>
              <w:rPr>
                <w:szCs w:val="28"/>
              </w:rPr>
            </w:pPr>
            <w:r w:rsidRPr="002E3E28">
              <w:rPr>
                <w:b/>
                <w:szCs w:val="28"/>
              </w:rPr>
              <w:t>МОШКОВСКОГО РАЙОНА</w:t>
            </w:r>
            <w:r w:rsidR="00C811EC">
              <w:rPr>
                <w:b/>
                <w:szCs w:val="28"/>
              </w:rPr>
              <w:t xml:space="preserve"> </w:t>
            </w:r>
            <w:r w:rsidRPr="002E3E28">
              <w:rPr>
                <w:b/>
                <w:szCs w:val="28"/>
              </w:rPr>
              <w:t>НОВОСИБИРСКОЙ ОБЛАСТИ</w:t>
            </w:r>
          </w:p>
        </w:tc>
      </w:tr>
      <w:tr w:rsidR="008E0A39" w:rsidRPr="008E0A39" w:rsidTr="00C811EC">
        <w:trPr>
          <w:jc w:val="center"/>
        </w:trPr>
        <w:tc>
          <w:tcPr>
            <w:tcW w:w="9853" w:type="dxa"/>
          </w:tcPr>
          <w:p w:rsidR="008E0A39" w:rsidRPr="008E0A39" w:rsidRDefault="008E0A39" w:rsidP="00B10074">
            <w:pPr>
              <w:ind w:firstLine="0"/>
              <w:jc w:val="center"/>
              <w:rPr>
                <w:szCs w:val="28"/>
              </w:rPr>
            </w:pPr>
          </w:p>
        </w:tc>
      </w:tr>
      <w:tr w:rsidR="008E0A39" w:rsidRPr="008E0A39" w:rsidTr="00C811EC">
        <w:trPr>
          <w:jc w:val="center"/>
        </w:trPr>
        <w:tc>
          <w:tcPr>
            <w:tcW w:w="9853" w:type="dxa"/>
          </w:tcPr>
          <w:p w:rsidR="008E0A39" w:rsidRPr="008E0A39" w:rsidRDefault="008E0A39" w:rsidP="00B10074">
            <w:pPr>
              <w:ind w:firstLine="0"/>
              <w:jc w:val="center"/>
              <w:rPr>
                <w:b/>
                <w:szCs w:val="28"/>
              </w:rPr>
            </w:pPr>
            <w:r w:rsidRPr="002E3E28">
              <w:rPr>
                <w:b/>
                <w:sz w:val="36"/>
                <w:szCs w:val="28"/>
              </w:rPr>
              <w:t>ПОСТАНОВЛЕНИЕ</w:t>
            </w:r>
          </w:p>
        </w:tc>
      </w:tr>
      <w:tr w:rsidR="008E0A39" w:rsidRPr="008E0A39" w:rsidTr="00C811EC">
        <w:trPr>
          <w:jc w:val="center"/>
        </w:trPr>
        <w:tc>
          <w:tcPr>
            <w:tcW w:w="9853" w:type="dxa"/>
          </w:tcPr>
          <w:p w:rsidR="008E0A39" w:rsidRPr="008E0A39" w:rsidRDefault="008E0A39" w:rsidP="00B10074">
            <w:pPr>
              <w:ind w:firstLine="0"/>
              <w:jc w:val="center"/>
              <w:rPr>
                <w:szCs w:val="28"/>
              </w:rPr>
            </w:pPr>
          </w:p>
        </w:tc>
      </w:tr>
      <w:tr w:rsidR="008E0A39" w:rsidRPr="008E0A39" w:rsidTr="00C811EC">
        <w:trPr>
          <w:jc w:val="center"/>
        </w:trPr>
        <w:tc>
          <w:tcPr>
            <w:tcW w:w="9853" w:type="dxa"/>
          </w:tcPr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9"/>
              <w:gridCol w:w="2090"/>
              <w:gridCol w:w="484"/>
              <w:gridCol w:w="1285"/>
            </w:tblGrid>
            <w:tr w:rsidR="003A160B" w:rsidRPr="008E0A39" w:rsidTr="00ED51FB">
              <w:trPr>
                <w:jc w:val="center"/>
              </w:trPr>
              <w:tc>
                <w:tcPr>
                  <w:tcW w:w="0" w:type="auto"/>
                  <w:vAlign w:val="bottom"/>
                </w:tcPr>
                <w:p w:rsidR="003A160B" w:rsidRPr="008E0A39" w:rsidRDefault="003A160B" w:rsidP="00B47F32">
                  <w:pPr>
                    <w:ind w:firstLine="0"/>
                    <w:jc w:val="left"/>
                    <w:rPr>
                      <w:szCs w:val="28"/>
                    </w:rPr>
                  </w:pPr>
                  <w:r w:rsidRPr="008E0A39">
                    <w:rPr>
                      <w:szCs w:val="28"/>
                    </w:rPr>
                    <w:t>от</w:t>
                  </w:r>
                </w:p>
              </w:tc>
              <w:tc>
                <w:tcPr>
                  <w:tcW w:w="2090" w:type="dxa"/>
                  <w:tcBorders>
                    <w:bottom w:val="single" w:sz="4" w:space="0" w:color="auto"/>
                  </w:tcBorders>
                  <w:vAlign w:val="bottom"/>
                </w:tcPr>
                <w:p w:rsidR="003A160B" w:rsidRPr="008E0A39" w:rsidRDefault="00D13A11" w:rsidP="00B47F32">
                  <w:pPr>
                    <w:ind w:firstLine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29.03.2021</w:t>
                  </w:r>
                </w:p>
              </w:tc>
              <w:tc>
                <w:tcPr>
                  <w:tcW w:w="484" w:type="dxa"/>
                  <w:vAlign w:val="bottom"/>
                </w:tcPr>
                <w:p w:rsidR="003A160B" w:rsidRPr="008E0A39" w:rsidRDefault="003A160B" w:rsidP="00B47F32">
                  <w:pPr>
                    <w:ind w:firstLine="0"/>
                    <w:jc w:val="right"/>
                    <w:rPr>
                      <w:szCs w:val="28"/>
                    </w:rPr>
                  </w:pPr>
                  <w:r w:rsidRPr="008E0A39">
                    <w:rPr>
                      <w:szCs w:val="28"/>
                    </w:rPr>
                    <w:t>№</w:t>
                  </w:r>
                </w:p>
              </w:tc>
              <w:tc>
                <w:tcPr>
                  <w:tcW w:w="1285" w:type="dxa"/>
                  <w:tcBorders>
                    <w:bottom w:val="single" w:sz="4" w:space="0" w:color="auto"/>
                  </w:tcBorders>
                  <w:vAlign w:val="bottom"/>
                </w:tcPr>
                <w:p w:rsidR="003A160B" w:rsidRPr="008E0A39" w:rsidRDefault="00D13A11" w:rsidP="00B47F32">
                  <w:pPr>
                    <w:ind w:firstLine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13</w:t>
                  </w:r>
                </w:p>
              </w:tc>
            </w:tr>
          </w:tbl>
          <w:p w:rsidR="008E0A39" w:rsidRPr="008E0A39" w:rsidRDefault="008E0A39" w:rsidP="00B10074">
            <w:pPr>
              <w:ind w:firstLine="0"/>
              <w:jc w:val="center"/>
              <w:rPr>
                <w:szCs w:val="28"/>
              </w:rPr>
            </w:pPr>
          </w:p>
        </w:tc>
      </w:tr>
      <w:tr w:rsidR="008E0A39" w:rsidRPr="008E0A39" w:rsidTr="00C811EC">
        <w:trPr>
          <w:jc w:val="center"/>
        </w:trPr>
        <w:tc>
          <w:tcPr>
            <w:tcW w:w="9853" w:type="dxa"/>
          </w:tcPr>
          <w:p w:rsidR="008E0A39" w:rsidRDefault="008E0A39" w:rsidP="00B10074">
            <w:pPr>
              <w:ind w:firstLine="0"/>
              <w:jc w:val="center"/>
              <w:rPr>
                <w:szCs w:val="28"/>
                <w:lang w:val="en-US"/>
              </w:rPr>
            </w:pPr>
          </w:p>
          <w:p w:rsidR="00A314E7" w:rsidRPr="00A314E7" w:rsidRDefault="00A314E7" w:rsidP="00B10074">
            <w:pPr>
              <w:ind w:firstLine="0"/>
              <w:jc w:val="center"/>
              <w:rPr>
                <w:szCs w:val="28"/>
                <w:lang w:val="en-US"/>
              </w:rPr>
            </w:pPr>
          </w:p>
        </w:tc>
      </w:tr>
      <w:tr w:rsidR="008E0A39" w:rsidRPr="008E0A39" w:rsidTr="00C811EC">
        <w:trPr>
          <w:jc w:val="center"/>
        </w:trPr>
        <w:tc>
          <w:tcPr>
            <w:tcW w:w="9853" w:type="dxa"/>
          </w:tcPr>
          <w:p w:rsidR="003824BE" w:rsidRPr="003824BE" w:rsidRDefault="003824BE" w:rsidP="003824BE">
            <w:pPr>
              <w:ind w:firstLine="0"/>
              <w:jc w:val="center"/>
              <w:rPr>
                <w:szCs w:val="28"/>
              </w:rPr>
            </w:pPr>
            <w:r w:rsidRPr="003824BE">
              <w:rPr>
                <w:szCs w:val="28"/>
              </w:rPr>
              <w:t>Об утверждении Порядка формирования</w:t>
            </w:r>
            <w:r>
              <w:rPr>
                <w:szCs w:val="28"/>
              </w:rPr>
              <w:t xml:space="preserve"> </w:t>
            </w:r>
            <w:r w:rsidRPr="003824BE">
              <w:rPr>
                <w:szCs w:val="28"/>
              </w:rPr>
              <w:t xml:space="preserve">перечня налоговых расходов </w:t>
            </w:r>
            <w:r w:rsidR="00D13A11">
              <w:rPr>
                <w:szCs w:val="28"/>
              </w:rPr>
              <w:t xml:space="preserve">Кайлинского сельсовета </w:t>
            </w:r>
            <w:r>
              <w:rPr>
                <w:szCs w:val="28"/>
              </w:rPr>
              <w:t xml:space="preserve">Мошковского района Новосибирской области </w:t>
            </w:r>
            <w:r w:rsidRPr="003824BE">
              <w:rPr>
                <w:szCs w:val="28"/>
              </w:rPr>
              <w:t>и оценки</w:t>
            </w:r>
            <w:r>
              <w:rPr>
                <w:szCs w:val="28"/>
              </w:rPr>
              <w:t xml:space="preserve"> </w:t>
            </w:r>
            <w:r w:rsidRPr="003824BE">
              <w:rPr>
                <w:szCs w:val="28"/>
              </w:rPr>
              <w:t>н</w:t>
            </w:r>
            <w:r>
              <w:rPr>
                <w:szCs w:val="28"/>
              </w:rPr>
              <w:t xml:space="preserve">алоговых расходов </w:t>
            </w:r>
            <w:r w:rsidR="00D13A11">
              <w:rPr>
                <w:szCs w:val="28"/>
              </w:rPr>
              <w:t>Кайлинского сельсовета</w:t>
            </w:r>
            <w:r w:rsidRPr="003824BE">
              <w:rPr>
                <w:szCs w:val="28"/>
              </w:rPr>
              <w:t xml:space="preserve"> </w:t>
            </w:r>
            <w:r>
              <w:rPr>
                <w:szCs w:val="28"/>
              </w:rPr>
              <w:t>Мошковского района Новосибирской области</w:t>
            </w:r>
          </w:p>
          <w:p w:rsidR="008E0A39" w:rsidRPr="008E0A39" w:rsidRDefault="008E0A39" w:rsidP="003E45DF">
            <w:pPr>
              <w:ind w:firstLine="0"/>
              <w:jc w:val="center"/>
              <w:rPr>
                <w:szCs w:val="28"/>
              </w:rPr>
            </w:pPr>
          </w:p>
        </w:tc>
      </w:tr>
    </w:tbl>
    <w:p w:rsidR="003824BE" w:rsidRDefault="003824BE" w:rsidP="00EB6032">
      <w:pPr>
        <w:ind w:left="284" w:right="-142"/>
      </w:pPr>
    </w:p>
    <w:p w:rsidR="0041262D" w:rsidRDefault="003824BE" w:rsidP="00EB6032">
      <w:pPr>
        <w:ind w:left="284" w:right="-142"/>
      </w:pPr>
      <w:r w:rsidRPr="003824BE">
        <w:t>В соответствии со статьей 174.3 Бюджетно</w:t>
      </w:r>
      <w:r>
        <w:t>го кодекса Российской Федерации</w:t>
      </w:r>
      <w:r w:rsidR="0041262D">
        <w:t>,</w:t>
      </w:r>
      <w:r w:rsidR="00847720">
        <w:rPr>
          <w:rFonts w:eastAsia="Calibri"/>
          <w:szCs w:val="28"/>
          <w:lang w:eastAsia="en-US"/>
        </w:rPr>
        <w:t xml:space="preserve"> </w:t>
      </w:r>
      <w:r w:rsidR="00847720">
        <w:rPr>
          <w:rFonts w:eastAsia="Calibri"/>
          <w:szCs w:val="28"/>
          <w:lang w:eastAsia="en-US"/>
        </w:rPr>
        <w:t>П</w:t>
      </w:r>
      <w:hyperlink r:id="rId8" w:history="1">
        <w:r w:rsidR="00847720" w:rsidRPr="00736AD7">
          <w:rPr>
            <w:rFonts w:eastAsia="Calibri"/>
            <w:szCs w:val="28"/>
            <w:lang w:eastAsia="en-US"/>
          </w:rPr>
          <w:t>остановлением</w:t>
        </w:r>
      </w:hyperlink>
      <w:r w:rsidR="00847720" w:rsidRPr="00736AD7">
        <w:rPr>
          <w:rFonts w:eastAsia="Calibri"/>
          <w:szCs w:val="28"/>
          <w:lang w:eastAsia="en-US"/>
        </w:rPr>
        <w:t xml:space="preserve"> Правительства Российской Федерации от 22.06.2019 N 796 "Об общих требованиях к оценке налоговых расходов субъектов Российской Федерации и муниципальных образований"</w:t>
      </w:r>
      <w:r w:rsidR="00847720">
        <w:rPr>
          <w:rFonts w:eastAsia="Calibri"/>
          <w:szCs w:val="28"/>
          <w:lang w:eastAsia="en-US"/>
        </w:rPr>
        <w:t>, Постановлением Правительства Новосибирской области от 28.10.2019 № 418-п «Об установлении Порядка формирования перечня налоговых расходов Новосибирской области и оценки налоговых расходов Новосибирской области»</w:t>
      </w:r>
      <w:r w:rsidR="00847720" w:rsidRPr="00736AD7">
        <w:rPr>
          <w:rFonts w:eastAsia="Calibri"/>
          <w:szCs w:val="28"/>
          <w:lang w:eastAsia="en-US"/>
        </w:rPr>
        <w:t xml:space="preserve"> </w:t>
      </w:r>
      <w:r w:rsidR="00847720">
        <w:rPr>
          <w:rFonts w:eastAsia="Calibri"/>
          <w:szCs w:val="28"/>
          <w:lang w:eastAsia="en-US"/>
        </w:rPr>
        <w:t>а</w:t>
      </w:r>
      <w:r w:rsidR="00847720" w:rsidRPr="00736AD7">
        <w:rPr>
          <w:rFonts w:eastAsia="Calibri"/>
          <w:szCs w:val="28"/>
          <w:lang w:eastAsia="en-US"/>
        </w:rPr>
        <w:t xml:space="preserve">дминистрация </w:t>
      </w:r>
      <w:r w:rsidR="00847720">
        <w:rPr>
          <w:rFonts w:eastAsia="Calibri"/>
          <w:szCs w:val="28"/>
          <w:lang w:eastAsia="en-US"/>
        </w:rPr>
        <w:t xml:space="preserve">Кайлинского сельсовета </w:t>
      </w:r>
      <w:r w:rsidR="00847720">
        <w:rPr>
          <w:rFonts w:eastAsia="Calibri"/>
          <w:szCs w:val="28"/>
          <w:lang w:eastAsia="en-US"/>
        </w:rPr>
        <w:t>Мошковского района Новосибирской области</w:t>
      </w:r>
      <w:r w:rsidR="00847720">
        <w:rPr>
          <w:bCs/>
          <w:szCs w:val="28"/>
        </w:rPr>
        <w:t>,</w:t>
      </w:r>
      <w:r w:rsidR="0041262D">
        <w:t xml:space="preserve"> </w:t>
      </w:r>
    </w:p>
    <w:p w:rsidR="0041262D" w:rsidRDefault="00CB64C5" w:rsidP="00EB6032">
      <w:pPr>
        <w:ind w:left="284" w:right="-142"/>
      </w:pPr>
      <w:r>
        <w:t xml:space="preserve">  ПОСТАНОВЛЯЮ</w:t>
      </w:r>
      <w:r w:rsidR="0041262D">
        <w:t>:</w:t>
      </w:r>
    </w:p>
    <w:p w:rsidR="003824BE" w:rsidRPr="003824BE" w:rsidRDefault="003824BE" w:rsidP="003824BE">
      <w:pPr>
        <w:ind w:firstLine="0"/>
        <w:rPr>
          <w:szCs w:val="28"/>
        </w:rPr>
      </w:pPr>
      <w:r>
        <w:t xml:space="preserve">              </w:t>
      </w:r>
      <w:r w:rsidR="0041262D">
        <w:t xml:space="preserve">1. </w:t>
      </w:r>
      <w:r w:rsidRPr="003824BE">
        <w:t>Утвердить </w:t>
      </w:r>
      <w:bookmarkStart w:id="0" w:name="_GoBack"/>
      <w:r>
        <w:rPr>
          <w:szCs w:val="28"/>
        </w:rPr>
        <w:t>Поряд</w:t>
      </w:r>
      <w:r w:rsidR="00AD6EFA">
        <w:rPr>
          <w:szCs w:val="28"/>
        </w:rPr>
        <w:t>о</w:t>
      </w:r>
      <w:r>
        <w:rPr>
          <w:szCs w:val="28"/>
        </w:rPr>
        <w:t>к</w:t>
      </w:r>
      <w:r w:rsidRPr="003824BE">
        <w:rPr>
          <w:szCs w:val="28"/>
        </w:rPr>
        <w:t xml:space="preserve"> формирования</w:t>
      </w:r>
      <w:r>
        <w:rPr>
          <w:szCs w:val="28"/>
        </w:rPr>
        <w:t xml:space="preserve"> </w:t>
      </w:r>
      <w:r w:rsidRPr="003824BE">
        <w:rPr>
          <w:szCs w:val="28"/>
        </w:rPr>
        <w:t xml:space="preserve">перечня налоговых расходов </w:t>
      </w:r>
      <w:r w:rsidR="00C811EC">
        <w:rPr>
          <w:szCs w:val="28"/>
        </w:rPr>
        <w:t>Кайлинского сельсовета</w:t>
      </w:r>
      <w:r>
        <w:rPr>
          <w:szCs w:val="28"/>
        </w:rPr>
        <w:t xml:space="preserve"> Мошковского района Новосибирской области </w:t>
      </w:r>
      <w:r w:rsidRPr="003824BE">
        <w:rPr>
          <w:szCs w:val="28"/>
        </w:rPr>
        <w:t>и оценки</w:t>
      </w:r>
      <w:r>
        <w:rPr>
          <w:szCs w:val="28"/>
        </w:rPr>
        <w:t xml:space="preserve"> </w:t>
      </w:r>
      <w:r w:rsidRPr="003824BE">
        <w:rPr>
          <w:szCs w:val="28"/>
        </w:rPr>
        <w:t>н</w:t>
      </w:r>
      <w:r>
        <w:rPr>
          <w:szCs w:val="28"/>
        </w:rPr>
        <w:t>алоговых расходов</w:t>
      </w:r>
      <w:r w:rsidR="00C811EC" w:rsidRPr="00C811EC">
        <w:rPr>
          <w:szCs w:val="28"/>
        </w:rPr>
        <w:t xml:space="preserve"> </w:t>
      </w:r>
      <w:r w:rsidR="00C811EC">
        <w:rPr>
          <w:szCs w:val="28"/>
        </w:rPr>
        <w:t>Кайлинского сельсовета</w:t>
      </w:r>
      <w:r w:rsidR="00C811EC" w:rsidRPr="003824BE">
        <w:rPr>
          <w:szCs w:val="28"/>
        </w:rPr>
        <w:t xml:space="preserve"> </w:t>
      </w:r>
      <w:r>
        <w:rPr>
          <w:szCs w:val="28"/>
        </w:rPr>
        <w:t>Мошковского района Новосибирской области</w:t>
      </w:r>
    </w:p>
    <w:bookmarkEnd w:id="0"/>
    <w:p w:rsidR="003824BE" w:rsidRDefault="003824BE" w:rsidP="00EB6032">
      <w:pPr>
        <w:ind w:left="284" w:right="-142"/>
      </w:pPr>
      <w:r>
        <w:t xml:space="preserve"> </w:t>
      </w:r>
      <w:r w:rsidR="0041262D">
        <w:t xml:space="preserve">2. </w:t>
      </w:r>
      <w:r w:rsidRPr="003824BE">
        <w:t> Постановление вступает в силу со дня его официального опубликования и распространяется на бюджетные правоотноше</w:t>
      </w:r>
      <w:r w:rsidR="00D6523A">
        <w:t>ния, возникающие с 1 января 2021</w:t>
      </w:r>
      <w:r w:rsidRPr="003824BE">
        <w:t xml:space="preserve"> года.</w:t>
      </w:r>
    </w:p>
    <w:p w:rsidR="00F7383C" w:rsidRPr="00AD6EFA" w:rsidRDefault="0041262D" w:rsidP="00AD6EFA">
      <w:pPr>
        <w:tabs>
          <w:tab w:val="left" w:pos="567"/>
        </w:tabs>
        <w:ind w:left="170"/>
        <w:rPr>
          <w:color w:val="000000"/>
          <w:szCs w:val="28"/>
        </w:rPr>
      </w:pPr>
      <w:r>
        <w:t xml:space="preserve">3. </w:t>
      </w:r>
      <w:r w:rsidR="00AD6EFA" w:rsidRPr="00AD6EFA">
        <w:rPr>
          <w:szCs w:val="28"/>
        </w:rPr>
        <w:t xml:space="preserve">Контроль за исполнением настоящего постановления возложить на </w:t>
      </w:r>
      <w:r w:rsidR="00C811EC">
        <w:rPr>
          <w:szCs w:val="28"/>
        </w:rPr>
        <w:t>специалиста 1 разряда Меркуль Е.И.</w:t>
      </w:r>
    </w:p>
    <w:tbl>
      <w:tblPr>
        <w:tblStyle w:val="a7"/>
        <w:tblW w:w="9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1"/>
        <w:gridCol w:w="4864"/>
      </w:tblGrid>
      <w:tr w:rsidR="00EA5B0E" w:rsidTr="00AD6EFA">
        <w:trPr>
          <w:trHeight w:val="1493"/>
        </w:trPr>
        <w:tc>
          <w:tcPr>
            <w:tcW w:w="4891" w:type="dxa"/>
            <w:vAlign w:val="bottom"/>
          </w:tcPr>
          <w:p w:rsidR="00EB6032" w:rsidRDefault="00EB6032" w:rsidP="00AD6EFA">
            <w:pPr>
              <w:ind w:right="-142" w:firstLine="0"/>
              <w:jc w:val="left"/>
            </w:pPr>
          </w:p>
          <w:p w:rsidR="00EA5B0E" w:rsidRDefault="00567DAD" w:rsidP="00AD6EFA">
            <w:pPr>
              <w:ind w:right="-142" w:firstLine="0"/>
              <w:jc w:val="left"/>
            </w:pPr>
            <w:r>
              <w:t>Г</w:t>
            </w:r>
            <w:r w:rsidR="00EA5B0E">
              <w:t>лав</w:t>
            </w:r>
            <w:r>
              <w:t>а</w:t>
            </w:r>
            <w:r w:rsidR="00EA5B0E">
              <w:t xml:space="preserve"> </w:t>
            </w:r>
            <w:r w:rsidR="00C811EC">
              <w:rPr>
                <w:szCs w:val="28"/>
              </w:rPr>
              <w:t>Кайлинского сельсовета</w:t>
            </w:r>
            <w:r w:rsidR="00C811EC" w:rsidRPr="003824BE">
              <w:rPr>
                <w:szCs w:val="28"/>
              </w:rPr>
              <w:t xml:space="preserve"> </w:t>
            </w:r>
            <w:r w:rsidR="00EA5B0E">
              <w:t>Мошковского района</w:t>
            </w:r>
          </w:p>
          <w:p w:rsidR="00076118" w:rsidRDefault="00076118" w:rsidP="00AD6EFA">
            <w:pPr>
              <w:ind w:right="-142" w:firstLine="0"/>
              <w:jc w:val="left"/>
            </w:pPr>
            <w:r>
              <w:t>Новосибирской области</w:t>
            </w:r>
          </w:p>
        </w:tc>
        <w:tc>
          <w:tcPr>
            <w:tcW w:w="4864" w:type="dxa"/>
            <w:vAlign w:val="bottom"/>
          </w:tcPr>
          <w:p w:rsidR="00EA5B0E" w:rsidRDefault="00C811EC" w:rsidP="00C811EC">
            <w:pPr>
              <w:ind w:right="-142" w:firstLine="0"/>
              <w:jc w:val="center"/>
            </w:pPr>
            <w:r>
              <w:t xml:space="preserve">                         П.В. Чернов</w:t>
            </w:r>
          </w:p>
        </w:tc>
      </w:tr>
    </w:tbl>
    <w:p w:rsidR="002E3CB0" w:rsidRPr="007448C4" w:rsidRDefault="002E3CB0" w:rsidP="00AD6EFA">
      <w:pPr>
        <w:ind w:right="-144"/>
        <w:jc w:val="center"/>
      </w:pPr>
    </w:p>
    <w:sectPr w:rsidR="002E3CB0" w:rsidRPr="007448C4" w:rsidSect="007448C4">
      <w:headerReference w:type="default" r:id="rId9"/>
      <w:pgSz w:w="11906" w:h="16838"/>
      <w:pgMar w:top="567" w:right="851" w:bottom="1134" w:left="1418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FDE" w:rsidRDefault="00716FDE" w:rsidP="00791F5A">
      <w:r>
        <w:separator/>
      </w:r>
    </w:p>
  </w:endnote>
  <w:endnote w:type="continuationSeparator" w:id="0">
    <w:p w:rsidR="00716FDE" w:rsidRDefault="00716FDE" w:rsidP="0079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FDE" w:rsidRDefault="00716FDE" w:rsidP="00791F5A">
      <w:r>
        <w:separator/>
      </w:r>
    </w:p>
  </w:footnote>
  <w:footnote w:type="continuationSeparator" w:id="0">
    <w:p w:rsidR="00716FDE" w:rsidRDefault="00716FDE" w:rsidP="00791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1240562"/>
      <w:docPartObj>
        <w:docPartGallery w:val="Page Numbers (Top of Page)"/>
        <w:docPartUnique/>
      </w:docPartObj>
    </w:sdtPr>
    <w:sdtEndPr/>
    <w:sdtContent>
      <w:p w:rsidR="007448C4" w:rsidRPr="00B10074" w:rsidRDefault="007448C4" w:rsidP="005B02CC">
        <w:pPr>
          <w:pStyle w:val="aa"/>
          <w:ind w:firstLine="0"/>
          <w:jc w:val="center"/>
        </w:pPr>
        <w:r w:rsidRPr="00B10074">
          <w:fldChar w:fldCharType="begin"/>
        </w:r>
        <w:r w:rsidRPr="00B10074">
          <w:instrText>PAGE   \* MERGEFORMAT</w:instrText>
        </w:r>
        <w:r w:rsidRPr="00B10074">
          <w:fldChar w:fldCharType="separate"/>
        </w:r>
        <w:r w:rsidR="00C32DC0">
          <w:rPr>
            <w:noProof/>
          </w:rPr>
          <w:t>2</w:t>
        </w:r>
        <w:r w:rsidRPr="00B10074">
          <w:fldChar w:fldCharType="end"/>
        </w:r>
      </w:p>
      <w:p w:rsidR="007448C4" w:rsidRPr="007448C4" w:rsidRDefault="00716FDE" w:rsidP="005B02CC">
        <w:pPr>
          <w:pStyle w:val="aa"/>
          <w:ind w:firstLine="0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B201D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ACFA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58CFE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D89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ACC0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5029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A80E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9C5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9EDB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BD6C4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F72A4E"/>
    <w:multiLevelType w:val="multilevel"/>
    <w:tmpl w:val="AF3C2E2C"/>
    <w:numStyleLink w:val="a"/>
  </w:abstractNum>
  <w:abstractNum w:abstractNumId="11" w15:restartNumberingAfterBreak="0">
    <w:nsid w:val="0DD266F3"/>
    <w:multiLevelType w:val="multilevel"/>
    <w:tmpl w:val="5D9805C0"/>
    <w:numStyleLink w:val="1250"/>
  </w:abstractNum>
  <w:abstractNum w:abstractNumId="12" w15:restartNumberingAfterBreak="0">
    <w:nsid w:val="16BD163B"/>
    <w:multiLevelType w:val="multilevel"/>
    <w:tmpl w:val="5D9805C0"/>
    <w:styleLink w:val="1250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18145E65"/>
    <w:multiLevelType w:val="hybridMultilevel"/>
    <w:tmpl w:val="DEB0B2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3B05BBB"/>
    <w:multiLevelType w:val="multilevel"/>
    <w:tmpl w:val="5D9805C0"/>
    <w:numStyleLink w:val="1250"/>
  </w:abstractNum>
  <w:abstractNum w:abstractNumId="15" w15:restartNumberingAfterBreak="0">
    <w:nsid w:val="24D12E83"/>
    <w:multiLevelType w:val="multilevel"/>
    <w:tmpl w:val="5D9805C0"/>
    <w:numStyleLink w:val="1250"/>
  </w:abstractNum>
  <w:abstractNum w:abstractNumId="16" w15:restartNumberingAfterBreak="0">
    <w:nsid w:val="2AD73EC0"/>
    <w:multiLevelType w:val="multilevel"/>
    <w:tmpl w:val="AF3C2E2C"/>
    <w:styleLink w:val="a0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7" w15:restartNumberingAfterBreak="0">
    <w:nsid w:val="34846C94"/>
    <w:multiLevelType w:val="multilevel"/>
    <w:tmpl w:val="AF3C2E2C"/>
    <w:styleLink w:val="a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8" w15:restartNumberingAfterBreak="0">
    <w:nsid w:val="3A631610"/>
    <w:multiLevelType w:val="multilevel"/>
    <w:tmpl w:val="31CE23A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F044BF0"/>
    <w:multiLevelType w:val="multilevel"/>
    <w:tmpl w:val="5D9805C0"/>
    <w:numStyleLink w:val="1250"/>
  </w:abstractNum>
  <w:abstractNum w:abstractNumId="20" w15:restartNumberingAfterBreak="0">
    <w:nsid w:val="3F6E1572"/>
    <w:multiLevelType w:val="multilevel"/>
    <w:tmpl w:val="AF3C2E2C"/>
    <w:numStyleLink w:val="a0"/>
  </w:abstractNum>
  <w:abstractNum w:abstractNumId="21" w15:restartNumberingAfterBreak="0">
    <w:nsid w:val="3FA26048"/>
    <w:multiLevelType w:val="hybridMultilevel"/>
    <w:tmpl w:val="DEB0B2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34F6934"/>
    <w:multiLevelType w:val="multilevel"/>
    <w:tmpl w:val="2916B6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3" w15:restartNumberingAfterBreak="0">
    <w:nsid w:val="482042DD"/>
    <w:multiLevelType w:val="multilevel"/>
    <w:tmpl w:val="AF3C2E2C"/>
    <w:numStyleLink w:val="a"/>
  </w:abstractNum>
  <w:abstractNum w:abstractNumId="24" w15:restartNumberingAfterBreak="0">
    <w:nsid w:val="4A490979"/>
    <w:multiLevelType w:val="multilevel"/>
    <w:tmpl w:val="AF3C2E2C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5" w15:restartNumberingAfterBreak="0">
    <w:nsid w:val="4CA63561"/>
    <w:multiLevelType w:val="multilevel"/>
    <w:tmpl w:val="AF3C2E2C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6" w15:restartNumberingAfterBreak="0">
    <w:nsid w:val="4E222EE5"/>
    <w:multiLevelType w:val="multilevel"/>
    <w:tmpl w:val="2916B630"/>
    <w:styleLink w:val="1250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7" w15:restartNumberingAfterBreak="0">
    <w:nsid w:val="4FA94B4D"/>
    <w:multiLevelType w:val="multilevel"/>
    <w:tmpl w:val="2916B630"/>
    <w:numStyleLink w:val="12500"/>
  </w:abstractNum>
  <w:abstractNum w:abstractNumId="28" w15:restartNumberingAfterBreak="0">
    <w:nsid w:val="5A232D3C"/>
    <w:multiLevelType w:val="multilevel"/>
    <w:tmpl w:val="5D9805C0"/>
    <w:numStyleLink w:val="1250"/>
  </w:abstractNum>
  <w:abstractNum w:abstractNumId="29" w15:restartNumberingAfterBreak="0">
    <w:nsid w:val="605D1579"/>
    <w:multiLevelType w:val="multilevel"/>
    <w:tmpl w:val="5D9805C0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0" w15:restartNumberingAfterBreak="0">
    <w:nsid w:val="66081CA6"/>
    <w:multiLevelType w:val="multilevel"/>
    <w:tmpl w:val="AF3C2E2C"/>
    <w:numStyleLink w:val="a0"/>
  </w:abstractNum>
  <w:abstractNum w:abstractNumId="31" w15:restartNumberingAfterBreak="0">
    <w:nsid w:val="66C01E45"/>
    <w:multiLevelType w:val="multilevel"/>
    <w:tmpl w:val="AF3C2E2C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2" w15:restartNumberingAfterBreak="0">
    <w:nsid w:val="697326BC"/>
    <w:multiLevelType w:val="multilevel"/>
    <w:tmpl w:val="AF3C2E2C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3" w15:restartNumberingAfterBreak="0">
    <w:nsid w:val="6CBA5F4B"/>
    <w:multiLevelType w:val="multilevel"/>
    <w:tmpl w:val="2916B6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4" w15:restartNumberingAfterBreak="0">
    <w:nsid w:val="705C5572"/>
    <w:multiLevelType w:val="multilevel"/>
    <w:tmpl w:val="2916B6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5" w15:restartNumberingAfterBreak="0">
    <w:nsid w:val="7099740D"/>
    <w:multiLevelType w:val="multilevel"/>
    <w:tmpl w:val="5D9805C0"/>
    <w:numStyleLink w:val="1250"/>
  </w:abstractNum>
  <w:abstractNum w:abstractNumId="36" w15:restartNumberingAfterBreak="0">
    <w:nsid w:val="71AF25BA"/>
    <w:multiLevelType w:val="multilevel"/>
    <w:tmpl w:val="2916B6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7" w15:restartNumberingAfterBreak="0">
    <w:nsid w:val="7C75785D"/>
    <w:multiLevelType w:val="multilevel"/>
    <w:tmpl w:val="5D9805C0"/>
    <w:numStyleLink w:val="1250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8"/>
  </w:num>
  <w:num w:numId="13">
    <w:abstractNumId w:val="12"/>
  </w:num>
  <w:num w:numId="14">
    <w:abstractNumId w:val="35"/>
  </w:num>
  <w:num w:numId="15">
    <w:abstractNumId w:val="28"/>
  </w:num>
  <w:num w:numId="16">
    <w:abstractNumId w:val="13"/>
  </w:num>
  <w:num w:numId="17">
    <w:abstractNumId w:val="19"/>
  </w:num>
  <w:num w:numId="18">
    <w:abstractNumId w:val="14"/>
  </w:num>
  <w:num w:numId="19">
    <w:abstractNumId w:val="11"/>
  </w:num>
  <w:num w:numId="20">
    <w:abstractNumId w:val="16"/>
  </w:num>
  <w:num w:numId="21">
    <w:abstractNumId w:val="30"/>
  </w:num>
  <w:num w:numId="22">
    <w:abstractNumId w:val="20"/>
  </w:num>
  <w:num w:numId="23">
    <w:abstractNumId w:val="32"/>
  </w:num>
  <w:num w:numId="24">
    <w:abstractNumId w:val="37"/>
  </w:num>
  <w:num w:numId="25">
    <w:abstractNumId w:val="15"/>
  </w:num>
  <w:num w:numId="26">
    <w:abstractNumId w:val="29"/>
  </w:num>
  <w:num w:numId="27">
    <w:abstractNumId w:val="24"/>
  </w:num>
  <w:num w:numId="28">
    <w:abstractNumId w:val="25"/>
  </w:num>
  <w:num w:numId="29">
    <w:abstractNumId w:val="17"/>
  </w:num>
  <w:num w:numId="30">
    <w:abstractNumId w:val="23"/>
  </w:num>
  <w:num w:numId="31">
    <w:abstractNumId w:val="10"/>
  </w:num>
  <w:num w:numId="32">
    <w:abstractNumId w:val="31"/>
  </w:num>
  <w:num w:numId="33">
    <w:abstractNumId w:val="26"/>
  </w:num>
  <w:num w:numId="34">
    <w:abstractNumId w:val="36"/>
  </w:num>
  <w:num w:numId="35">
    <w:abstractNumId w:val="27"/>
  </w:num>
  <w:num w:numId="36">
    <w:abstractNumId w:val="34"/>
  </w:num>
  <w:num w:numId="37">
    <w:abstractNumId w:val="22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63"/>
    <w:rsid w:val="00052658"/>
    <w:rsid w:val="00076118"/>
    <w:rsid w:val="000827DE"/>
    <w:rsid w:val="000C7CD3"/>
    <w:rsid w:val="000E6CD0"/>
    <w:rsid w:val="000F59AA"/>
    <w:rsid w:val="0013099C"/>
    <w:rsid w:val="00142BCB"/>
    <w:rsid w:val="001866A7"/>
    <w:rsid w:val="001A3808"/>
    <w:rsid w:val="001B268A"/>
    <w:rsid w:val="002705DB"/>
    <w:rsid w:val="002A2623"/>
    <w:rsid w:val="002A767C"/>
    <w:rsid w:val="002A794B"/>
    <w:rsid w:val="002B1603"/>
    <w:rsid w:val="002E3CB0"/>
    <w:rsid w:val="002E3E28"/>
    <w:rsid w:val="0032473D"/>
    <w:rsid w:val="0034640E"/>
    <w:rsid w:val="00366963"/>
    <w:rsid w:val="00370122"/>
    <w:rsid w:val="00381D6F"/>
    <w:rsid w:val="003824BE"/>
    <w:rsid w:val="003A160B"/>
    <w:rsid w:val="003C17B8"/>
    <w:rsid w:val="003D348E"/>
    <w:rsid w:val="003D446F"/>
    <w:rsid w:val="003E45DF"/>
    <w:rsid w:val="0041262D"/>
    <w:rsid w:val="00426CA3"/>
    <w:rsid w:val="00460C08"/>
    <w:rsid w:val="004F7947"/>
    <w:rsid w:val="0050056B"/>
    <w:rsid w:val="00542752"/>
    <w:rsid w:val="00560871"/>
    <w:rsid w:val="00567DAD"/>
    <w:rsid w:val="00583858"/>
    <w:rsid w:val="005B02CC"/>
    <w:rsid w:val="00615448"/>
    <w:rsid w:val="00673F9A"/>
    <w:rsid w:val="00716FDE"/>
    <w:rsid w:val="0072069E"/>
    <w:rsid w:val="007314F5"/>
    <w:rsid w:val="007448C4"/>
    <w:rsid w:val="007839B6"/>
    <w:rsid w:val="00791F5A"/>
    <w:rsid w:val="007D7292"/>
    <w:rsid w:val="007E4DC2"/>
    <w:rsid w:val="00847720"/>
    <w:rsid w:val="00880695"/>
    <w:rsid w:val="0089753E"/>
    <w:rsid w:val="008E0A39"/>
    <w:rsid w:val="00937356"/>
    <w:rsid w:val="00990325"/>
    <w:rsid w:val="009B3555"/>
    <w:rsid w:val="009D03D9"/>
    <w:rsid w:val="009E7D90"/>
    <w:rsid w:val="00A230D2"/>
    <w:rsid w:val="00A314E7"/>
    <w:rsid w:val="00A524DE"/>
    <w:rsid w:val="00A60553"/>
    <w:rsid w:val="00AD6EFA"/>
    <w:rsid w:val="00AF51EB"/>
    <w:rsid w:val="00B10074"/>
    <w:rsid w:val="00B52511"/>
    <w:rsid w:val="00B52B80"/>
    <w:rsid w:val="00B61782"/>
    <w:rsid w:val="00B9770C"/>
    <w:rsid w:val="00BB4DAA"/>
    <w:rsid w:val="00BC22B8"/>
    <w:rsid w:val="00C32DC0"/>
    <w:rsid w:val="00C811EC"/>
    <w:rsid w:val="00C85389"/>
    <w:rsid w:val="00C94CC7"/>
    <w:rsid w:val="00CB64C5"/>
    <w:rsid w:val="00D13A11"/>
    <w:rsid w:val="00D6523A"/>
    <w:rsid w:val="00DE66D8"/>
    <w:rsid w:val="00E2408A"/>
    <w:rsid w:val="00E3281E"/>
    <w:rsid w:val="00E33798"/>
    <w:rsid w:val="00E460D6"/>
    <w:rsid w:val="00EA5B0E"/>
    <w:rsid w:val="00EB6032"/>
    <w:rsid w:val="00ED51FB"/>
    <w:rsid w:val="00EE2451"/>
    <w:rsid w:val="00F2498E"/>
    <w:rsid w:val="00F302CA"/>
    <w:rsid w:val="00F67AD6"/>
    <w:rsid w:val="00F7383C"/>
    <w:rsid w:val="00F943D6"/>
    <w:rsid w:val="00FC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3D396"/>
  <w15:docId w15:val="{E79B1877-85AC-4F76-9E75-39E546BF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A5B0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1"/>
    <w:next w:val="a1"/>
    <w:link w:val="10"/>
    <w:qFormat/>
    <w:rsid w:val="008E0A39"/>
    <w:pPr>
      <w:keepNext/>
      <w:jc w:val="center"/>
      <w:outlineLvl w:val="0"/>
    </w:pPr>
    <w:rPr>
      <w:b/>
      <w:w w:val="90"/>
      <w:sz w:val="5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E0A39"/>
    <w:rPr>
      <w:rFonts w:ascii="Times New Roman" w:eastAsia="Times New Roman" w:hAnsi="Times New Roman" w:cs="Times New Roman"/>
      <w:b/>
      <w:w w:val="90"/>
      <w:sz w:val="52"/>
      <w:szCs w:val="20"/>
      <w:lang w:eastAsia="ru-RU"/>
    </w:rPr>
  </w:style>
  <w:style w:type="paragraph" w:styleId="a5">
    <w:name w:val="Title"/>
    <w:basedOn w:val="a1"/>
    <w:link w:val="a6"/>
    <w:qFormat/>
    <w:rsid w:val="008E0A39"/>
    <w:pPr>
      <w:jc w:val="center"/>
    </w:pPr>
    <w:rPr>
      <w:b/>
      <w:sz w:val="34"/>
    </w:rPr>
  </w:style>
  <w:style w:type="character" w:customStyle="1" w:styleId="a6">
    <w:name w:val="Заголовок Знак"/>
    <w:basedOn w:val="a2"/>
    <w:link w:val="a5"/>
    <w:rsid w:val="008E0A39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table" w:styleId="a7">
    <w:name w:val="Table Grid"/>
    <w:basedOn w:val="a3"/>
    <w:uiPriority w:val="59"/>
    <w:rsid w:val="008E0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1"/>
    <w:link w:val="a9"/>
    <w:uiPriority w:val="99"/>
    <w:semiHidden/>
    <w:unhideWhenUsed/>
    <w:rsid w:val="008E0A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8E0A3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1"/>
    <w:link w:val="ab"/>
    <w:uiPriority w:val="99"/>
    <w:unhideWhenUsed/>
    <w:rsid w:val="00791F5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791F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1"/>
    <w:link w:val="ad"/>
    <w:uiPriority w:val="99"/>
    <w:unhideWhenUsed/>
    <w:rsid w:val="00791F5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791F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1"/>
    <w:uiPriority w:val="34"/>
    <w:qFormat/>
    <w:rsid w:val="00EA5B0E"/>
    <w:pPr>
      <w:ind w:left="720"/>
      <w:contextualSpacing/>
    </w:pPr>
  </w:style>
  <w:style w:type="numbering" w:customStyle="1" w:styleId="1250">
    <w:name w:val="Стиль нумерованный Слева:  125 см Первая строка:  0 см"/>
    <w:basedOn w:val="a4"/>
    <w:rsid w:val="00EA5B0E"/>
    <w:pPr>
      <w:numPr>
        <w:numId w:val="13"/>
      </w:numPr>
    </w:pPr>
  </w:style>
  <w:style w:type="numbering" w:customStyle="1" w:styleId="a0">
    <w:name w:val="Основной стиль списка"/>
    <w:basedOn w:val="a4"/>
    <w:rsid w:val="00583858"/>
    <w:pPr>
      <w:numPr>
        <w:numId w:val="20"/>
      </w:numPr>
    </w:pPr>
  </w:style>
  <w:style w:type="numbering" w:customStyle="1" w:styleId="a">
    <w:name w:val="Основной список"/>
    <w:basedOn w:val="a4"/>
    <w:rsid w:val="00583858"/>
    <w:pPr>
      <w:numPr>
        <w:numId w:val="29"/>
      </w:numPr>
    </w:pPr>
  </w:style>
  <w:style w:type="numbering" w:customStyle="1" w:styleId="12500">
    <w:name w:val="Стиль многоуровневый Слева:  125 см Первая строка:  0 см"/>
    <w:basedOn w:val="a4"/>
    <w:rsid w:val="00583858"/>
    <w:pPr>
      <w:numPr>
        <w:numId w:val="33"/>
      </w:numPr>
    </w:pPr>
  </w:style>
  <w:style w:type="character" w:styleId="af">
    <w:name w:val="Hyperlink"/>
    <w:basedOn w:val="a2"/>
    <w:uiPriority w:val="99"/>
    <w:unhideWhenUsed/>
    <w:rsid w:val="003824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3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885A10E2B19CE194644743E15DBB9794E6D7DC8CBA72F9FD5E4426EDA7F4C68007AD34580A5FC0DBD854AB125BC1F52B29C317E6EA35D0f1C9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eroFS\&#1041;&#1083;&#1072;&#1085;&#1082;&#1080;\&#1055;&#1086;&#1089;&#1090;&#1072;&#1085;&#1086;&#1074;&#1083;&#1077;&#1085;&#1080;&#1077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90C69-F428-4EF6-89EC-FEDF2C15D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DG Win&amp;Soft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Лариса</dc:creator>
  <cp:lastModifiedBy>Пользователь</cp:lastModifiedBy>
  <cp:revision>8</cp:revision>
  <cp:lastPrinted>2021-04-19T06:26:00Z</cp:lastPrinted>
  <dcterms:created xsi:type="dcterms:W3CDTF">2021-03-29T07:45:00Z</dcterms:created>
  <dcterms:modified xsi:type="dcterms:W3CDTF">2021-04-19T06:48:00Z</dcterms:modified>
</cp:coreProperties>
</file>